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E86529-55F9-416A-963A-BB28E8CFB384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